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27EF0AB4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44504E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  <w:bookmarkStart w:id="0" w:name="_GoBack"/>
      <w:bookmarkEnd w:id="0"/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42B86" w14:textId="77777777" w:rsidR="003D16F9" w:rsidRDefault="003D16F9" w:rsidP="00962258">
      <w:pPr>
        <w:spacing w:after="0" w:line="240" w:lineRule="auto"/>
      </w:pPr>
      <w:r>
        <w:separator/>
      </w:r>
    </w:p>
  </w:endnote>
  <w:endnote w:type="continuationSeparator" w:id="0">
    <w:p w14:paraId="748E0152" w14:textId="77777777" w:rsidR="003D16F9" w:rsidRDefault="003D16F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1AAF644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50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50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2AC2B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3C0D0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7F83928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50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50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58F5B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F9A8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D48DC" w14:textId="77777777" w:rsidR="003D16F9" w:rsidRDefault="003D16F9" w:rsidP="00962258">
      <w:pPr>
        <w:spacing w:after="0" w:line="240" w:lineRule="auto"/>
      </w:pPr>
      <w:r>
        <w:separator/>
      </w:r>
    </w:p>
  </w:footnote>
  <w:footnote w:type="continuationSeparator" w:id="0">
    <w:p w14:paraId="7DF5D9A2" w14:textId="77777777" w:rsidR="003D16F9" w:rsidRDefault="003D16F9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16F9"/>
    <w:rsid w:val="003D3C01"/>
    <w:rsid w:val="003F7787"/>
    <w:rsid w:val="00430FB5"/>
    <w:rsid w:val="00441430"/>
    <w:rsid w:val="0044504E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07C89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B2DCA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  <w15:docId w15:val="{3071A2A3-3A29-4B8F-80B2-5C026319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0D2C87-38A7-4859-B83A-D8A337906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4</cp:revision>
  <cp:lastPrinted>2020-07-15T06:29:00Z</cp:lastPrinted>
  <dcterms:created xsi:type="dcterms:W3CDTF">2022-03-07T08:04:00Z</dcterms:created>
  <dcterms:modified xsi:type="dcterms:W3CDTF">2022-03-07T08:05:00Z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